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  <w:bookmarkStart w:id="0" w:name="_GoBack"/>
      <w:bookmarkEnd w:id="0"/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125A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125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125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125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20/CFE</w:t>
    </w:r>
    <w:r w:rsidRPr="005F3AFF">
      <w:rPr>
        <w:szCs w:val="24"/>
      </w:rPr>
      <w:t>/</w:t>
    </w:r>
    <w:r w:rsidR="008125A1">
      <w:rPr>
        <w:i/>
        <w:szCs w:val="24"/>
      </w:rPr>
      <w:t>10019868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643D5B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3D5B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25A1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1C53017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4277-AD83-4704-A106-EB0E1B8C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1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2020-09-24T07:47:00Z</dcterms:created>
  <dcterms:modified xsi:type="dcterms:W3CDTF">2020-09-24T07:47:00Z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